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259" w:rsidRDefault="00350FDE" w:rsidP="00147259">
      <w:pPr>
        <w:rPr>
          <w:rFonts w:asciiTheme="minorHAnsi" w:hAnsiTheme="minorHAnsi" w:cstheme="minorHAnsi"/>
          <w:b/>
          <w:sz w:val="28"/>
          <w:szCs w:val="32"/>
        </w:rPr>
      </w:pPr>
      <w:r>
        <w:rPr>
          <w:rFonts w:asciiTheme="minorHAnsi" w:hAnsiTheme="minorHAnsi" w:cstheme="minorHAnsi"/>
          <w:b/>
          <w:sz w:val="28"/>
          <w:szCs w:val="32"/>
        </w:rPr>
        <w:t>Gebäude-Thermografie</w:t>
      </w:r>
      <w:r w:rsidR="003A6669">
        <w:rPr>
          <w:rFonts w:asciiTheme="minorHAnsi" w:hAnsiTheme="minorHAnsi" w:cstheme="minorHAnsi"/>
          <w:b/>
          <w:sz w:val="28"/>
          <w:szCs w:val="32"/>
        </w:rPr>
        <w:t xml:space="preserve"> </w:t>
      </w:r>
      <w:r>
        <w:rPr>
          <w:rFonts w:asciiTheme="minorHAnsi" w:hAnsiTheme="minorHAnsi" w:cstheme="minorHAnsi"/>
          <w:b/>
          <w:sz w:val="28"/>
          <w:szCs w:val="32"/>
        </w:rPr>
        <w:t>zeigt energetische</w:t>
      </w:r>
      <w:r w:rsidR="003A6669">
        <w:rPr>
          <w:rFonts w:asciiTheme="minorHAnsi" w:hAnsiTheme="minorHAnsi" w:cstheme="minorHAnsi"/>
          <w:b/>
          <w:sz w:val="28"/>
          <w:szCs w:val="32"/>
        </w:rPr>
        <w:t xml:space="preserve"> </w:t>
      </w:r>
      <w:r>
        <w:rPr>
          <w:rFonts w:asciiTheme="minorHAnsi" w:hAnsiTheme="minorHAnsi" w:cstheme="minorHAnsi"/>
          <w:b/>
          <w:sz w:val="28"/>
          <w:szCs w:val="32"/>
        </w:rPr>
        <w:t>Schwachstellen auf</w:t>
      </w:r>
    </w:p>
    <w:p w:rsidR="0049054C" w:rsidRPr="004F05BB" w:rsidRDefault="0049054C" w:rsidP="00147259">
      <w:pPr>
        <w:rPr>
          <w:rFonts w:asciiTheme="minorHAnsi" w:hAnsiTheme="minorHAnsi" w:cstheme="minorHAnsi"/>
          <w:b/>
          <w:sz w:val="28"/>
          <w:szCs w:val="32"/>
        </w:rPr>
      </w:pPr>
      <w:r>
        <w:rPr>
          <w:rFonts w:asciiTheme="minorHAnsi" w:hAnsiTheme="minorHAnsi" w:cstheme="minorHAnsi"/>
          <w:b/>
          <w:sz w:val="28"/>
          <w:szCs w:val="32"/>
        </w:rPr>
        <w:t>Mit Wärmebildaufnahmen Geld und Energie sparen</w:t>
      </w:r>
    </w:p>
    <w:p w:rsidR="00147259" w:rsidRPr="00044CCF" w:rsidRDefault="00147259" w:rsidP="00147259">
      <w:pPr>
        <w:rPr>
          <w:rFonts w:asciiTheme="minorHAnsi" w:hAnsiTheme="minorHAnsi" w:cstheme="minorHAnsi"/>
          <w:b/>
        </w:rPr>
      </w:pPr>
    </w:p>
    <w:p w:rsidR="0046095A" w:rsidRDefault="00E137E6" w:rsidP="00147259">
      <w:pPr>
        <w:rPr>
          <w:rFonts w:asciiTheme="minorHAnsi" w:hAnsiTheme="minorHAnsi" w:cstheme="minorHAnsi"/>
        </w:rPr>
      </w:pPr>
      <w:r>
        <w:rPr>
          <w:rFonts w:asciiTheme="minorHAnsi" w:hAnsiTheme="minorHAnsi" w:cstheme="minorHAnsi"/>
          <w:b/>
        </w:rPr>
        <w:t>Bünde</w:t>
      </w:r>
      <w:r w:rsidR="00147259" w:rsidRPr="005C7A2A">
        <w:rPr>
          <w:rFonts w:asciiTheme="minorHAnsi" w:hAnsiTheme="minorHAnsi" w:cstheme="minorHAnsi"/>
          <w:b/>
        </w:rPr>
        <w:t>.</w:t>
      </w:r>
      <w:r>
        <w:rPr>
          <w:rFonts w:asciiTheme="minorHAnsi" w:hAnsiTheme="minorHAnsi" w:cstheme="minorHAnsi"/>
          <w:b/>
        </w:rPr>
        <w:t xml:space="preserve"> </w:t>
      </w:r>
      <w:r w:rsidRPr="003A6669">
        <w:rPr>
          <w:rFonts w:asciiTheme="minorHAnsi" w:hAnsiTheme="minorHAnsi" w:cstheme="minorHAnsi"/>
        </w:rPr>
        <w:t xml:space="preserve">Hausbesitzer, die die energetischen Schwachstellen ihrer Immobilie aufgezeigt bekommen möchten, können sich an einer Aktion der Energie- und Wasserversorgung Bünde (EWB) beteiligen. </w:t>
      </w:r>
      <w:r w:rsidR="0046095A">
        <w:rPr>
          <w:rFonts w:asciiTheme="minorHAnsi" w:hAnsiTheme="minorHAnsi" w:cstheme="minorHAnsi"/>
        </w:rPr>
        <w:t xml:space="preserve">Die </w:t>
      </w:r>
      <w:r w:rsidR="0046095A" w:rsidRPr="0046095A">
        <w:rPr>
          <w:rFonts w:asciiTheme="minorHAnsi" w:hAnsiTheme="minorHAnsi" w:cstheme="minorHAnsi"/>
        </w:rPr>
        <w:t xml:space="preserve">Thermografie-Aktion wird </w:t>
      </w:r>
      <w:r w:rsidR="0046095A">
        <w:rPr>
          <w:rFonts w:asciiTheme="minorHAnsi" w:hAnsiTheme="minorHAnsi" w:cstheme="minorHAnsi"/>
        </w:rPr>
        <w:t xml:space="preserve">ausschließlich </w:t>
      </w:r>
      <w:r w:rsidR="0046095A" w:rsidRPr="0046095A">
        <w:rPr>
          <w:rFonts w:asciiTheme="minorHAnsi" w:hAnsiTheme="minorHAnsi" w:cstheme="minorHAnsi"/>
        </w:rPr>
        <w:t>im Februar 2020 durchgeführt.</w:t>
      </w:r>
      <w:r w:rsidR="0046095A">
        <w:rPr>
          <w:rFonts w:asciiTheme="minorHAnsi" w:hAnsiTheme="minorHAnsi" w:cstheme="minorHAnsi"/>
        </w:rPr>
        <w:t xml:space="preserve"> In den vergangenen Jahren haben bereits mehr als 1000 Eigenheimbesitzer dieses Angebot in Anspruch genommen. </w:t>
      </w:r>
    </w:p>
    <w:p w:rsidR="0046095A" w:rsidRPr="003A6669" w:rsidRDefault="0046095A" w:rsidP="00147259">
      <w:pPr>
        <w:rPr>
          <w:rFonts w:asciiTheme="minorHAnsi" w:hAnsiTheme="minorHAnsi" w:cstheme="minorHAnsi"/>
        </w:rPr>
      </w:pPr>
    </w:p>
    <w:p w:rsidR="00A560A1" w:rsidRPr="003A6669" w:rsidRDefault="00A560A1" w:rsidP="00147259">
      <w:pPr>
        <w:rPr>
          <w:rFonts w:asciiTheme="minorHAnsi" w:hAnsiTheme="minorHAnsi" w:cstheme="minorHAnsi"/>
        </w:rPr>
      </w:pPr>
      <w:r w:rsidRPr="003A6669">
        <w:rPr>
          <w:rFonts w:asciiTheme="minorHAnsi" w:hAnsiTheme="minorHAnsi" w:cstheme="minorHAnsi"/>
        </w:rPr>
        <w:t xml:space="preserve">„Damit bieten wir Ihnen die Möglichkeit, Ihr Haus aus einer ganz neuen Sicht zu sehen“, sagt EWB-Energiesparberater Jörg Flemming. </w:t>
      </w:r>
      <w:r w:rsidR="0046095A">
        <w:rPr>
          <w:rFonts w:asciiTheme="minorHAnsi" w:hAnsiTheme="minorHAnsi" w:cstheme="minorHAnsi"/>
        </w:rPr>
        <w:t xml:space="preserve">Er </w:t>
      </w:r>
      <w:r w:rsidRPr="003A6669">
        <w:rPr>
          <w:rFonts w:asciiTheme="minorHAnsi" w:hAnsiTheme="minorHAnsi" w:cstheme="minorHAnsi"/>
        </w:rPr>
        <w:t>erläutert, wie das Verfahren funktioniert: „Wir machen Außenaufnahmen eines Hauses</w:t>
      </w:r>
      <w:r w:rsidR="0046095A">
        <w:rPr>
          <w:rFonts w:asciiTheme="minorHAnsi" w:hAnsiTheme="minorHAnsi" w:cstheme="minorHAnsi"/>
        </w:rPr>
        <w:t xml:space="preserve"> </w:t>
      </w:r>
      <w:r w:rsidR="0049054C">
        <w:rPr>
          <w:rFonts w:asciiTheme="minorHAnsi" w:hAnsiTheme="minorHAnsi" w:cstheme="minorHAnsi"/>
        </w:rPr>
        <w:t>mit einer Wärmebildkamera</w:t>
      </w:r>
      <w:r w:rsidRPr="003A6669">
        <w:rPr>
          <w:rFonts w:asciiTheme="minorHAnsi" w:hAnsiTheme="minorHAnsi" w:cstheme="minorHAnsi"/>
        </w:rPr>
        <w:t xml:space="preserve">, zeigen </w:t>
      </w:r>
      <w:r w:rsidR="003A6669">
        <w:rPr>
          <w:rFonts w:asciiTheme="minorHAnsi" w:hAnsiTheme="minorHAnsi" w:cstheme="minorHAnsi"/>
        </w:rPr>
        <w:t xml:space="preserve">anhand der Falschfarbenfotografie die </w:t>
      </w:r>
      <w:r w:rsidRPr="003A6669">
        <w:rPr>
          <w:rFonts w:asciiTheme="minorHAnsi" w:hAnsiTheme="minorHAnsi" w:cstheme="minorHAnsi"/>
        </w:rPr>
        <w:t>Schwachstellen auf und geben Tipps zur Beseitigung.“</w:t>
      </w:r>
    </w:p>
    <w:p w:rsidR="00A560A1" w:rsidRPr="003A6669" w:rsidRDefault="00A560A1" w:rsidP="00147259">
      <w:pPr>
        <w:rPr>
          <w:rFonts w:asciiTheme="minorHAnsi" w:hAnsiTheme="minorHAnsi" w:cstheme="minorHAnsi"/>
        </w:rPr>
      </w:pPr>
    </w:p>
    <w:p w:rsidR="00A560A1" w:rsidRPr="003A6669" w:rsidRDefault="00A560A1" w:rsidP="00147259">
      <w:pPr>
        <w:rPr>
          <w:rFonts w:asciiTheme="minorHAnsi" w:hAnsiTheme="minorHAnsi" w:cstheme="minorHAnsi"/>
        </w:rPr>
      </w:pPr>
      <w:r w:rsidRPr="003A6669">
        <w:rPr>
          <w:rFonts w:asciiTheme="minorHAnsi" w:hAnsiTheme="minorHAnsi" w:cstheme="minorHAnsi"/>
        </w:rPr>
        <w:t xml:space="preserve">Bei der </w:t>
      </w:r>
      <w:r w:rsidR="002115AD" w:rsidRPr="003A6669">
        <w:rPr>
          <w:rFonts w:asciiTheme="minorHAnsi" w:hAnsiTheme="minorHAnsi" w:cstheme="minorHAnsi"/>
        </w:rPr>
        <w:t xml:space="preserve">so genannten Gebäude-Thermografie werden pro Immobilie mindestens sechs Außenaufnahmen per Infrarotkamera angefertigt. Kunden bekommen anschließend Erläuterungen zu den Aufnahmen. „Anhand der Bilder können wir zum Beispiel Wärmebrücken und Wärmeverluste, Durchfeuchtungen oder Leckagen erkennen und undichte Fenster und Türen aufzeigen“, erklärt Jörg Flemming. Gebäudeeigentümer erhalten zudem auch Hinweise zur Energieeinsparverordnung. Möglich ist auch die Dokumentation von Handwerksleistungen wie </w:t>
      </w:r>
      <w:r w:rsidR="00C9704F" w:rsidRPr="003A6669">
        <w:rPr>
          <w:rFonts w:asciiTheme="minorHAnsi" w:hAnsiTheme="minorHAnsi" w:cstheme="minorHAnsi"/>
        </w:rPr>
        <w:t>Ausführungen</w:t>
      </w:r>
      <w:r w:rsidR="0049054C">
        <w:rPr>
          <w:rFonts w:asciiTheme="minorHAnsi" w:hAnsiTheme="minorHAnsi" w:cstheme="minorHAnsi"/>
        </w:rPr>
        <w:t xml:space="preserve"> an Fenstern,</w:t>
      </w:r>
      <w:r w:rsidR="00C9704F" w:rsidRPr="003A6669">
        <w:rPr>
          <w:rFonts w:asciiTheme="minorHAnsi" w:hAnsiTheme="minorHAnsi" w:cstheme="minorHAnsi"/>
        </w:rPr>
        <w:t xml:space="preserve"> an der Isolierung oder am Dach.</w:t>
      </w:r>
    </w:p>
    <w:p w:rsidR="006108FC" w:rsidRPr="003A6669" w:rsidRDefault="006108FC" w:rsidP="00147259">
      <w:pPr>
        <w:rPr>
          <w:rFonts w:asciiTheme="minorHAnsi" w:hAnsiTheme="minorHAnsi" w:cstheme="minorHAnsi"/>
        </w:rPr>
      </w:pPr>
    </w:p>
    <w:p w:rsidR="006108FC" w:rsidRPr="003A6669" w:rsidRDefault="006108FC" w:rsidP="00147259">
      <w:pPr>
        <w:rPr>
          <w:rFonts w:asciiTheme="minorHAnsi" w:hAnsiTheme="minorHAnsi" w:cstheme="minorHAnsi"/>
        </w:rPr>
      </w:pPr>
      <w:r w:rsidRPr="003A6669">
        <w:rPr>
          <w:rFonts w:asciiTheme="minorHAnsi" w:hAnsiTheme="minorHAnsi" w:cstheme="minorHAnsi"/>
        </w:rPr>
        <w:t xml:space="preserve">Nähere Informationen zur Thermografie stehen auf der Homepage der Energie- und Wasserversorgung unter www.ewb.aov.de bereit. Hier kann das Angebot </w:t>
      </w:r>
      <w:r w:rsidR="00350FDE" w:rsidRPr="003A6669">
        <w:rPr>
          <w:rFonts w:asciiTheme="minorHAnsi" w:hAnsiTheme="minorHAnsi" w:cstheme="minorHAnsi"/>
        </w:rPr>
        <w:t xml:space="preserve">bis zum 31. Januar 2020 </w:t>
      </w:r>
      <w:r w:rsidRPr="003A6669">
        <w:rPr>
          <w:rFonts w:asciiTheme="minorHAnsi" w:hAnsiTheme="minorHAnsi" w:cstheme="minorHAnsi"/>
        </w:rPr>
        <w:t>auch gleich online gebucht werden. Für Fragen steh</w:t>
      </w:r>
      <w:r w:rsidR="0046095A">
        <w:rPr>
          <w:rFonts w:asciiTheme="minorHAnsi" w:hAnsiTheme="minorHAnsi" w:cstheme="minorHAnsi"/>
        </w:rPr>
        <w:t>t</w:t>
      </w:r>
      <w:r w:rsidRPr="003A6669">
        <w:rPr>
          <w:rFonts w:asciiTheme="minorHAnsi" w:hAnsiTheme="minorHAnsi" w:cstheme="minorHAnsi"/>
        </w:rPr>
        <w:t xml:space="preserve"> Jörg Flemming, Telefon 05223/967-102</w:t>
      </w:r>
      <w:r w:rsidR="0046095A">
        <w:rPr>
          <w:rFonts w:asciiTheme="minorHAnsi" w:hAnsiTheme="minorHAnsi" w:cstheme="minorHAnsi"/>
        </w:rPr>
        <w:t>,</w:t>
      </w:r>
      <w:r w:rsidRPr="003A6669">
        <w:rPr>
          <w:rFonts w:asciiTheme="minorHAnsi" w:hAnsiTheme="minorHAnsi" w:cstheme="minorHAnsi"/>
        </w:rPr>
        <w:t xml:space="preserve"> E-Mail flemming@ewb.aov.de, zur Verfügung.</w:t>
      </w:r>
    </w:p>
    <w:p w:rsidR="00147259" w:rsidRPr="00044CCF" w:rsidRDefault="00147259" w:rsidP="00147259">
      <w:pPr>
        <w:pStyle w:val="bodytext"/>
        <w:spacing w:line="240" w:lineRule="auto"/>
        <w:rPr>
          <w:rFonts w:asciiTheme="minorHAnsi" w:hAnsiTheme="minorHAnsi" w:cstheme="minorHAnsi"/>
          <w:color w:val="000000"/>
          <w:sz w:val="20"/>
          <w:szCs w:val="20"/>
          <w:highlight w:val="yellow"/>
          <w:u w:val="single"/>
        </w:rPr>
      </w:pPr>
    </w:p>
    <w:p w:rsidR="000B62D4" w:rsidRDefault="000B62D4" w:rsidP="000B62D4">
      <w:pPr>
        <w:rPr>
          <w:rFonts w:ascii="Arial Narrow" w:hAnsi="Arial Narrow"/>
          <w:b/>
          <w:bCs/>
          <w:sz w:val="20"/>
          <w:szCs w:val="20"/>
          <w:u w:val="single"/>
        </w:rPr>
      </w:pPr>
      <w:r>
        <w:rPr>
          <w:rFonts w:ascii="Arial Narrow" w:hAnsi="Arial Narrow"/>
          <w:b/>
          <w:bCs/>
          <w:sz w:val="20"/>
          <w:szCs w:val="20"/>
          <w:u w:val="single"/>
        </w:rPr>
        <w:t>Über die Energie- und Wasserversorgung Bünde GmbH</w:t>
      </w:r>
      <w:r>
        <w:rPr>
          <w:rFonts w:ascii="Arial Narrow" w:hAnsi="Arial Narrow"/>
          <w:sz w:val="20"/>
          <w:szCs w:val="20"/>
        </w:rPr>
        <w:t xml:space="preserve"> </w:t>
      </w:r>
    </w:p>
    <w:p w:rsidR="000B62D4" w:rsidRDefault="000B62D4" w:rsidP="000B62D4">
      <w:pPr>
        <w:rPr>
          <w:rFonts w:ascii="Arial Narrow" w:hAnsi="Arial Narrow"/>
          <w:sz w:val="20"/>
          <w:szCs w:val="20"/>
        </w:rPr>
      </w:pPr>
      <w:r>
        <w:rPr>
          <w:rFonts w:ascii="Arial Narrow" w:hAnsi="Arial Narrow"/>
          <w:sz w:val="20"/>
          <w:szCs w:val="20"/>
        </w:rPr>
        <w:t>Die Energie- und Wasserversorgung Bünde GmbH versorgt in Bünde, Kirchlengern, Rödinghausen rund. 27.000 Kunden mit Trinkwasser, rund 14.000 Kunden mit Strom, sowie mehr als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85Mitarbeiter einschließlich Auszubildenden und wird geleitet von Geschäftsführerin Dr. Marion Kapsa.</w:t>
      </w:r>
    </w:p>
    <w:p w:rsidR="000B62D4" w:rsidRDefault="000B62D4" w:rsidP="000B62D4">
      <w:pPr>
        <w:rPr>
          <w:rFonts w:ascii="Arial Narrow" w:hAnsi="Arial Narrow"/>
          <w:b/>
          <w:bCs/>
          <w:sz w:val="20"/>
          <w:szCs w:val="20"/>
          <w:u w:val="single"/>
        </w:rPr>
      </w:pPr>
      <w:bookmarkStart w:id="0" w:name="_GoBack"/>
      <w:bookmarkEnd w:id="0"/>
    </w:p>
    <w:tbl>
      <w:tblPr>
        <w:tblW w:w="0" w:type="auto"/>
        <w:tblInd w:w="108" w:type="dxa"/>
        <w:tblCellMar>
          <w:left w:w="0" w:type="dxa"/>
          <w:right w:w="0" w:type="dxa"/>
        </w:tblCellMar>
        <w:tblLook w:val="04A0" w:firstRow="1" w:lastRow="0" w:firstColumn="1" w:lastColumn="0" w:noHBand="0" w:noVBand="1"/>
      </w:tblPr>
      <w:tblGrid>
        <w:gridCol w:w="3541"/>
      </w:tblGrid>
      <w:tr w:rsidR="000B62D4" w:rsidTr="002E6179">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B62D4" w:rsidRDefault="000B62D4" w:rsidP="002E6179">
            <w:pPr>
              <w:rPr>
                <w:rFonts w:ascii="Arial Narrow" w:eastAsiaTheme="minorHAnsi" w:hAnsi="Arial Narrow"/>
                <w:sz w:val="20"/>
                <w:szCs w:val="20"/>
                <w:lang w:eastAsia="en-US"/>
              </w:rPr>
            </w:pPr>
            <w:r>
              <w:rPr>
                <w:rFonts w:ascii="Arial Narrow" w:hAnsi="Arial Narrow"/>
                <w:sz w:val="20"/>
                <w:szCs w:val="20"/>
              </w:rPr>
              <w:lastRenderedPageBreak/>
              <w:t>Pressekontakt</w:t>
            </w:r>
          </w:p>
          <w:p w:rsidR="00E01F62" w:rsidRDefault="00E01F62" w:rsidP="002E6179">
            <w:pPr>
              <w:rPr>
                <w:rFonts w:ascii="Arial Narrow" w:hAnsi="Arial Narrow"/>
                <w:sz w:val="20"/>
                <w:szCs w:val="20"/>
              </w:rPr>
            </w:pPr>
            <w:r>
              <w:rPr>
                <w:rFonts w:ascii="Arial Narrow" w:hAnsi="Arial Narrow"/>
                <w:sz w:val="20"/>
                <w:szCs w:val="20"/>
              </w:rPr>
              <w:t>Dr.-Ing. Marion Kapsa</w:t>
            </w:r>
          </w:p>
          <w:p w:rsidR="000B62D4" w:rsidRDefault="000B62D4" w:rsidP="002E6179">
            <w:pPr>
              <w:rPr>
                <w:rFonts w:ascii="Arial Narrow" w:eastAsiaTheme="minorHAnsi" w:hAnsi="Arial Narrow"/>
                <w:sz w:val="20"/>
                <w:szCs w:val="20"/>
                <w:lang w:eastAsia="en-US"/>
              </w:rPr>
            </w:pPr>
            <w:r>
              <w:rPr>
                <w:rFonts w:ascii="Arial Narrow" w:hAnsi="Arial Narrow"/>
                <w:sz w:val="20"/>
                <w:szCs w:val="20"/>
              </w:rPr>
              <w:t>Telefon 05223 967-141</w:t>
            </w:r>
            <w:r>
              <w:rPr>
                <w:rFonts w:ascii="Arial Narrow" w:hAnsi="Arial Narrow"/>
                <w:sz w:val="20"/>
                <w:szCs w:val="20"/>
              </w:rPr>
              <w:br/>
            </w:r>
            <w:hyperlink r:id="rId9" w:history="1">
              <w:r>
                <w:rPr>
                  <w:rStyle w:val="Hyperlink"/>
                  <w:rFonts w:ascii="Arial Narrow" w:hAnsi="Arial Narrow"/>
                  <w:sz w:val="20"/>
                  <w:szCs w:val="20"/>
                </w:rPr>
                <w:t>gf@ewb.aov.de</w:t>
              </w:r>
            </w:hyperlink>
            <w:r>
              <w:rPr>
                <w:rFonts w:ascii="Arial Narrow" w:hAnsi="Arial Narrow"/>
                <w:sz w:val="20"/>
                <w:szCs w:val="20"/>
              </w:rPr>
              <w:t xml:space="preserve"> </w:t>
            </w:r>
          </w:p>
        </w:tc>
      </w:tr>
    </w:tbl>
    <w:p w:rsidR="000B62D4" w:rsidRDefault="000B62D4" w:rsidP="000B62D4">
      <w:pPr>
        <w:rPr>
          <w:rFonts w:ascii="Arial Narrow" w:hAnsi="Arial Narrow" w:cs="Arial"/>
          <w:b/>
          <w:sz w:val="20"/>
          <w:szCs w:val="20"/>
          <w:u w:val="single"/>
        </w:rPr>
      </w:pPr>
    </w:p>
    <w:p w:rsidR="00147259" w:rsidRDefault="00147259" w:rsidP="00AF3A1B">
      <w:pPr>
        <w:rPr>
          <w:rFonts w:ascii="Arial Narrow" w:hAnsi="Arial Narrow" w:cs="Calibri"/>
          <w:b/>
          <w:sz w:val="28"/>
          <w:szCs w:val="28"/>
        </w:rPr>
      </w:pPr>
    </w:p>
    <w:sectPr w:rsidR="00147259" w:rsidSect="00160E6A">
      <w:headerReference w:type="default" r:id="rId10"/>
      <w:footerReference w:type="default" r:id="rId11"/>
      <w:pgSz w:w="11906" w:h="16838"/>
      <w:pgMar w:top="1843" w:right="3117" w:bottom="1418" w:left="1417" w:header="708" w:footer="8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0AB" w:rsidRDefault="00BB40AB">
      <w:r>
        <w:separator/>
      </w:r>
    </w:p>
  </w:endnote>
  <w:endnote w:type="continuationSeparator" w:id="0">
    <w:p w:rsidR="00BB40AB" w:rsidRDefault="00BB4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Bell MT">
    <w:altName w:val="Times New Roman"/>
    <w:panose1 w:val="02020503060305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C80" w:rsidRDefault="00FE2C80">
    <w:pPr>
      <w:pStyle w:val="Fuzeile"/>
      <w:rPr>
        <w:caps/>
        <w:color w:val="333333"/>
        <w:sz w:val="16"/>
        <w:szCs w:val="16"/>
      </w:rPr>
    </w:pPr>
  </w:p>
  <w:p w:rsidR="00FE2C80" w:rsidRPr="00E048CD" w:rsidRDefault="00562688" w:rsidP="00562688">
    <w:pPr>
      <w:pStyle w:val="Fuzeile"/>
      <w:jc w:val="right"/>
      <w:rPr>
        <w:rFonts w:ascii="Arial Narrow" w:hAnsi="Arial Narrow"/>
        <w:caps/>
        <w:color w:val="333333"/>
        <w:sz w:val="16"/>
        <w:szCs w:val="16"/>
      </w:rPr>
    </w:pPr>
    <w:r>
      <w:rPr>
        <w:rFonts w:ascii="Arial Narrow" w:hAnsi="Arial Narrow"/>
        <w:caps/>
        <w:color w:val="333333"/>
        <w:sz w:val="16"/>
        <w:szCs w:val="16"/>
      </w:rPr>
      <w:t xml:space="preserve">Seite </w:t>
    </w:r>
    <w:r w:rsidRPr="00562688">
      <w:rPr>
        <w:rFonts w:ascii="Arial Narrow" w:hAnsi="Arial Narrow"/>
        <w:caps/>
        <w:color w:val="333333"/>
        <w:sz w:val="16"/>
        <w:szCs w:val="16"/>
      </w:rPr>
      <w:fldChar w:fldCharType="begin"/>
    </w:r>
    <w:r w:rsidRPr="00562688">
      <w:rPr>
        <w:rFonts w:ascii="Arial Narrow" w:hAnsi="Arial Narrow"/>
        <w:caps/>
        <w:color w:val="333333"/>
        <w:sz w:val="16"/>
        <w:szCs w:val="16"/>
      </w:rPr>
      <w:instrText>PAGE   \* MERGEFORMAT</w:instrText>
    </w:r>
    <w:r w:rsidRPr="00562688">
      <w:rPr>
        <w:rFonts w:ascii="Arial Narrow" w:hAnsi="Arial Narrow"/>
        <w:caps/>
        <w:color w:val="333333"/>
        <w:sz w:val="16"/>
        <w:szCs w:val="16"/>
      </w:rPr>
      <w:fldChar w:fldCharType="separate"/>
    </w:r>
    <w:r w:rsidR="00E31FC8">
      <w:rPr>
        <w:rFonts w:ascii="Arial Narrow" w:hAnsi="Arial Narrow"/>
        <w:caps/>
        <w:noProof/>
        <w:color w:val="333333"/>
        <w:sz w:val="16"/>
        <w:szCs w:val="16"/>
      </w:rPr>
      <w:t>1</w:t>
    </w:r>
    <w:r w:rsidRPr="00562688">
      <w:rPr>
        <w:rFonts w:ascii="Arial Narrow" w:hAnsi="Arial Narrow"/>
        <w:caps/>
        <w:color w:val="333333"/>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0AB" w:rsidRDefault="00BB40AB">
      <w:r>
        <w:separator/>
      </w:r>
    </w:p>
  </w:footnote>
  <w:footnote w:type="continuationSeparator" w:id="0">
    <w:p w:rsidR="00BB40AB" w:rsidRDefault="00BB40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88" w:rsidRDefault="003A6669"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8240" behindDoc="1" locked="0" layoutInCell="1" allowOverlap="1" wp14:anchorId="3917AEE6" wp14:editId="5C9D837F">
          <wp:simplePos x="0" y="0"/>
          <wp:positionH relativeFrom="column">
            <wp:posOffset>3391469</wp:posOffset>
          </wp:positionH>
          <wp:positionV relativeFrom="paragraph">
            <wp:posOffset>-243594</wp:posOffset>
          </wp:positionV>
          <wp:extent cx="1290320" cy="791210"/>
          <wp:effectExtent l="0" t="0" r="5080" b="8890"/>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0320" cy="791210"/>
                  </a:xfrm>
                  <a:prstGeom prst="rect">
                    <a:avLst/>
                  </a:prstGeom>
                  <a:noFill/>
                  <a:ln>
                    <a:noFill/>
                  </a:ln>
                </pic:spPr>
              </pic:pic>
            </a:graphicData>
          </a:graphic>
          <wp14:sizeRelH relativeFrom="page">
            <wp14:pctWidth>0</wp14:pctWidth>
          </wp14:sizeRelH>
          <wp14:sizeRelV relativeFrom="page">
            <wp14:pctHeight>0</wp14:pctHeight>
          </wp14:sizeRelV>
        </wp:anchor>
      </w:drawing>
    </w:r>
    <w:r w:rsidR="000B62D4">
      <w:rPr>
        <w:rFonts w:ascii="Arial Narrow" w:hAnsi="Arial Narrow" w:cs="Calibri"/>
        <w:b/>
        <w:sz w:val="32"/>
        <w:szCs w:val="32"/>
      </w:rPr>
      <w:t>PRESSE-INFORMATION</w:t>
    </w:r>
  </w:p>
  <w:p w:rsidR="000B62D4" w:rsidRDefault="000B62D4"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2019-12-12</w:t>
    </w:r>
  </w:p>
  <w:p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8AD3091"/>
    <w:multiLevelType w:val="hybridMultilevel"/>
    <w:tmpl w:val="8B6E80D4"/>
    <w:lvl w:ilvl="0" w:tplc="35822A3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897709"/>
    <w:multiLevelType w:val="hybridMultilevel"/>
    <w:tmpl w:val="18E8FD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696308D"/>
    <w:multiLevelType w:val="hybridMultilevel"/>
    <w:tmpl w:val="ADBA64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8"/>
  </w:num>
  <w:num w:numId="4">
    <w:abstractNumId w:val="5"/>
  </w:num>
  <w:num w:numId="5">
    <w:abstractNumId w:val="3"/>
  </w:num>
  <w:num w:numId="6">
    <w:abstractNumId w:val="1"/>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2584"/>
    <w:rsid w:val="00003938"/>
    <w:rsid w:val="00020278"/>
    <w:rsid w:val="00025EDB"/>
    <w:rsid w:val="00026B45"/>
    <w:rsid w:val="00030EAA"/>
    <w:rsid w:val="00031603"/>
    <w:rsid w:val="000355B3"/>
    <w:rsid w:val="00035CD2"/>
    <w:rsid w:val="00037C56"/>
    <w:rsid w:val="0004233A"/>
    <w:rsid w:val="000433D5"/>
    <w:rsid w:val="00044CCF"/>
    <w:rsid w:val="00046920"/>
    <w:rsid w:val="0004782B"/>
    <w:rsid w:val="000527BC"/>
    <w:rsid w:val="00055693"/>
    <w:rsid w:val="00082ECD"/>
    <w:rsid w:val="00086B1E"/>
    <w:rsid w:val="000968ED"/>
    <w:rsid w:val="000A3F55"/>
    <w:rsid w:val="000A69A2"/>
    <w:rsid w:val="000B62D4"/>
    <w:rsid w:val="000C05FA"/>
    <w:rsid w:val="000D049A"/>
    <w:rsid w:val="000D18CA"/>
    <w:rsid w:val="000D47E1"/>
    <w:rsid w:val="000D5930"/>
    <w:rsid w:val="000E5631"/>
    <w:rsid w:val="000F12C4"/>
    <w:rsid w:val="0010225D"/>
    <w:rsid w:val="0011689C"/>
    <w:rsid w:val="00127CCB"/>
    <w:rsid w:val="00127D65"/>
    <w:rsid w:val="00133BF5"/>
    <w:rsid w:val="00133D82"/>
    <w:rsid w:val="00142BCA"/>
    <w:rsid w:val="00147259"/>
    <w:rsid w:val="001565DF"/>
    <w:rsid w:val="00160E6A"/>
    <w:rsid w:val="001632DA"/>
    <w:rsid w:val="00166022"/>
    <w:rsid w:val="00174762"/>
    <w:rsid w:val="0019030A"/>
    <w:rsid w:val="001A51AE"/>
    <w:rsid w:val="001A7655"/>
    <w:rsid w:val="001C699F"/>
    <w:rsid w:val="001C724C"/>
    <w:rsid w:val="001C75E7"/>
    <w:rsid w:val="001F1330"/>
    <w:rsid w:val="00207620"/>
    <w:rsid w:val="00210902"/>
    <w:rsid w:val="002115AD"/>
    <w:rsid w:val="002125A3"/>
    <w:rsid w:val="002162FD"/>
    <w:rsid w:val="002240AE"/>
    <w:rsid w:val="00231918"/>
    <w:rsid w:val="0023297A"/>
    <w:rsid w:val="002331CB"/>
    <w:rsid w:val="00240D45"/>
    <w:rsid w:val="0024328B"/>
    <w:rsid w:val="002440DD"/>
    <w:rsid w:val="002447A4"/>
    <w:rsid w:val="00254353"/>
    <w:rsid w:val="0025542D"/>
    <w:rsid w:val="00276986"/>
    <w:rsid w:val="00277E83"/>
    <w:rsid w:val="00283612"/>
    <w:rsid w:val="00287C46"/>
    <w:rsid w:val="00291478"/>
    <w:rsid w:val="00292FE0"/>
    <w:rsid w:val="00297C65"/>
    <w:rsid w:val="002A713B"/>
    <w:rsid w:val="002B5338"/>
    <w:rsid w:val="002F656A"/>
    <w:rsid w:val="00303972"/>
    <w:rsid w:val="003138BE"/>
    <w:rsid w:val="00320768"/>
    <w:rsid w:val="00331309"/>
    <w:rsid w:val="00347744"/>
    <w:rsid w:val="00350FDE"/>
    <w:rsid w:val="003540C0"/>
    <w:rsid w:val="003541DF"/>
    <w:rsid w:val="00356B64"/>
    <w:rsid w:val="003675B5"/>
    <w:rsid w:val="00374906"/>
    <w:rsid w:val="00374CE8"/>
    <w:rsid w:val="00377074"/>
    <w:rsid w:val="00383A60"/>
    <w:rsid w:val="00395314"/>
    <w:rsid w:val="003A11B6"/>
    <w:rsid w:val="003A6669"/>
    <w:rsid w:val="003B1ACF"/>
    <w:rsid w:val="003B5DA6"/>
    <w:rsid w:val="003C287A"/>
    <w:rsid w:val="003C308E"/>
    <w:rsid w:val="003C5018"/>
    <w:rsid w:val="003D633F"/>
    <w:rsid w:val="003F2BC9"/>
    <w:rsid w:val="003F32C7"/>
    <w:rsid w:val="003F7DAE"/>
    <w:rsid w:val="0041185F"/>
    <w:rsid w:val="00412029"/>
    <w:rsid w:val="00412512"/>
    <w:rsid w:val="004142CE"/>
    <w:rsid w:val="00417C03"/>
    <w:rsid w:val="00421B4A"/>
    <w:rsid w:val="00427109"/>
    <w:rsid w:val="0044686B"/>
    <w:rsid w:val="00450417"/>
    <w:rsid w:val="00454467"/>
    <w:rsid w:val="004558BA"/>
    <w:rsid w:val="0046095A"/>
    <w:rsid w:val="0047299C"/>
    <w:rsid w:val="0049054C"/>
    <w:rsid w:val="004911D6"/>
    <w:rsid w:val="00495D00"/>
    <w:rsid w:val="00495F0C"/>
    <w:rsid w:val="004A6526"/>
    <w:rsid w:val="004B4247"/>
    <w:rsid w:val="004B7501"/>
    <w:rsid w:val="004C07B9"/>
    <w:rsid w:val="004C724B"/>
    <w:rsid w:val="004F05BB"/>
    <w:rsid w:val="004F1592"/>
    <w:rsid w:val="00502FC3"/>
    <w:rsid w:val="00503FF9"/>
    <w:rsid w:val="0051681E"/>
    <w:rsid w:val="005254B1"/>
    <w:rsid w:val="00527ECD"/>
    <w:rsid w:val="00531D58"/>
    <w:rsid w:val="00553366"/>
    <w:rsid w:val="00554EAE"/>
    <w:rsid w:val="00562688"/>
    <w:rsid w:val="00595486"/>
    <w:rsid w:val="005965A8"/>
    <w:rsid w:val="005B28BD"/>
    <w:rsid w:val="005B3DCE"/>
    <w:rsid w:val="005B4F15"/>
    <w:rsid w:val="005B6865"/>
    <w:rsid w:val="005C0E2C"/>
    <w:rsid w:val="005C7A2A"/>
    <w:rsid w:val="005D3093"/>
    <w:rsid w:val="0060412C"/>
    <w:rsid w:val="006108FC"/>
    <w:rsid w:val="006313FA"/>
    <w:rsid w:val="00632594"/>
    <w:rsid w:val="006336F5"/>
    <w:rsid w:val="00644999"/>
    <w:rsid w:val="006842A7"/>
    <w:rsid w:val="0068707A"/>
    <w:rsid w:val="006A5FDB"/>
    <w:rsid w:val="006B2B5C"/>
    <w:rsid w:val="006C69D9"/>
    <w:rsid w:val="007006DA"/>
    <w:rsid w:val="00717B8A"/>
    <w:rsid w:val="0072201C"/>
    <w:rsid w:val="00734876"/>
    <w:rsid w:val="00736876"/>
    <w:rsid w:val="00741BED"/>
    <w:rsid w:val="007474DF"/>
    <w:rsid w:val="007544EC"/>
    <w:rsid w:val="007555BA"/>
    <w:rsid w:val="007667C0"/>
    <w:rsid w:val="00772DD5"/>
    <w:rsid w:val="00774C3B"/>
    <w:rsid w:val="00797B84"/>
    <w:rsid w:val="007A2DE3"/>
    <w:rsid w:val="007A47F2"/>
    <w:rsid w:val="007A62AE"/>
    <w:rsid w:val="007A7CA1"/>
    <w:rsid w:val="007B099E"/>
    <w:rsid w:val="007C71B8"/>
    <w:rsid w:val="007D4E4C"/>
    <w:rsid w:val="007D7422"/>
    <w:rsid w:val="007F6676"/>
    <w:rsid w:val="00821689"/>
    <w:rsid w:val="0082168F"/>
    <w:rsid w:val="00833164"/>
    <w:rsid w:val="00835148"/>
    <w:rsid w:val="00836CF6"/>
    <w:rsid w:val="00842187"/>
    <w:rsid w:val="008463F1"/>
    <w:rsid w:val="00852487"/>
    <w:rsid w:val="00891AD1"/>
    <w:rsid w:val="008A07DE"/>
    <w:rsid w:val="008B29C4"/>
    <w:rsid w:val="008B2BF3"/>
    <w:rsid w:val="008B5883"/>
    <w:rsid w:val="008D3AA4"/>
    <w:rsid w:val="008E6F04"/>
    <w:rsid w:val="008F1A0A"/>
    <w:rsid w:val="008F639D"/>
    <w:rsid w:val="008F7811"/>
    <w:rsid w:val="00903CA9"/>
    <w:rsid w:val="00903DA2"/>
    <w:rsid w:val="00904810"/>
    <w:rsid w:val="0092056D"/>
    <w:rsid w:val="009349E0"/>
    <w:rsid w:val="00940990"/>
    <w:rsid w:val="00964237"/>
    <w:rsid w:val="00967236"/>
    <w:rsid w:val="00967E84"/>
    <w:rsid w:val="00981903"/>
    <w:rsid w:val="0098242C"/>
    <w:rsid w:val="009864DA"/>
    <w:rsid w:val="00997688"/>
    <w:rsid w:val="00997C8D"/>
    <w:rsid w:val="009B11DD"/>
    <w:rsid w:val="009B2FDD"/>
    <w:rsid w:val="009B3202"/>
    <w:rsid w:val="009B36C5"/>
    <w:rsid w:val="009B5F68"/>
    <w:rsid w:val="009B674D"/>
    <w:rsid w:val="009C0036"/>
    <w:rsid w:val="009C04EA"/>
    <w:rsid w:val="009C1DFA"/>
    <w:rsid w:val="009D2B9F"/>
    <w:rsid w:val="009D4A03"/>
    <w:rsid w:val="009E0325"/>
    <w:rsid w:val="009E136D"/>
    <w:rsid w:val="009E4F99"/>
    <w:rsid w:val="009E52EA"/>
    <w:rsid w:val="009F786B"/>
    <w:rsid w:val="00A00C4C"/>
    <w:rsid w:val="00A10E81"/>
    <w:rsid w:val="00A11B7A"/>
    <w:rsid w:val="00A16365"/>
    <w:rsid w:val="00A16F4C"/>
    <w:rsid w:val="00A254B2"/>
    <w:rsid w:val="00A31FB2"/>
    <w:rsid w:val="00A33DDC"/>
    <w:rsid w:val="00A3703D"/>
    <w:rsid w:val="00A37CFE"/>
    <w:rsid w:val="00A560A1"/>
    <w:rsid w:val="00A67F69"/>
    <w:rsid w:val="00A7256E"/>
    <w:rsid w:val="00A85FFC"/>
    <w:rsid w:val="00A9184E"/>
    <w:rsid w:val="00A95F82"/>
    <w:rsid w:val="00AA141F"/>
    <w:rsid w:val="00AA6918"/>
    <w:rsid w:val="00AB4746"/>
    <w:rsid w:val="00AC5364"/>
    <w:rsid w:val="00AC76DB"/>
    <w:rsid w:val="00AD14A8"/>
    <w:rsid w:val="00AF1247"/>
    <w:rsid w:val="00AF3A1B"/>
    <w:rsid w:val="00AF3DB2"/>
    <w:rsid w:val="00B07BBB"/>
    <w:rsid w:val="00B07FAD"/>
    <w:rsid w:val="00B107D4"/>
    <w:rsid w:val="00B2227A"/>
    <w:rsid w:val="00B2301E"/>
    <w:rsid w:val="00B30D6B"/>
    <w:rsid w:val="00B34D33"/>
    <w:rsid w:val="00B42AE6"/>
    <w:rsid w:val="00B63124"/>
    <w:rsid w:val="00B77354"/>
    <w:rsid w:val="00B91293"/>
    <w:rsid w:val="00B933F5"/>
    <w:rsid w:val="00B97473"/>
    <w:rsid w:val="00BA7105"/>
    <w:rsid w:val="00BB12B5"/>
    <w:rsid w:val="00BB40AB"/>
    <w:rsid w:val="00BC54A1"/>
    <w:rsid w:val="00BD182D"/>
    <w:rsid w:val="00BD6BB4"/>
    <w:rsid w:val="00C12AAA"/>
    <w:rsid w:val="00C1657F"/>
    <w:rsid w:val="00C2210C"/>
    <w:rsid w:val="00C26162"/>
    <w:rsid w:val="00C354C6"/>
    <w:rsid w:val="00C46226"/>
    <w:rsid w:val="00C70C09"/>
    <w:rsid w:val="00C7439D"/>
    <w:rsid w:val="00C827D1"/>
    <w:rsid w:val="00C9704F"/>
    <w:rsid w:val="00CA0C62"/>
    <w:rsid w:val="00CA67AB"/>
    <w:rsid w:val="00CC1B28"/>
    <w:rsid w:val="00CC29B4"/>
    <w:rsid w:val="00CD0513"/>
    <w:rsid w:val="00CD6718"/>
    <w:rsid w:val="00CD6897"/>
    <w:rsid w:val="00CF1DBE"/>
    <w:rsid w:val="00CF51F1"/>
    <w:rsid w:val="00D00C77"/>
    <w:rsid w:val="00D028CE"/>
    <w:rsid w:val="00D136F4"/>
    <w:rsid w:val="00D13A87"/>
    <w:rsid w:val="00D2237E"/>
    <w:rsid w:val="00D23A43"/>
    <w:rsid w:val="00D253E2"/>
    <w:rsid w:val="00D257A3"/>
    <w:rsid w:val="00D272A7"/>
    <w:rsid w:val="00D31AF5"/>
    <w:rsid w:val="00D33949"/>
    <w:rsid w:val="00D344B5"/>
    <w:rsid w:val="00D35A67"/>
    <w:rsid w:val="00D472CA"/>
    <w:rsid w:val="00D55115"/>
    <w:rsid w:val="00D55428"/>
    <w:rsid w:val="00D57A89"/>
    <w:rsid w:val="00D735F6"/>
    <w:rsid w:val="00D801A6"/>
    <w:rsid w:val="00D86BF3"/>
    <w:rsid w:val="00D97C28"/>
    <w:rsid w:val="00DC6216"/>
    <w:rsid w:val="00DC7743"/>
    <w:rsid w:val="00DD0BC3"/>
    <w:rsid w:val="00DD3F96"/>
    <w:rsid w:val="00DD4C47"/>
    <w:rsid w:val="00DE3970"/>
    <w:rsid w:val="00DF0826"/>
    <w:rsid w:val="00DF0E6C"/>
    <w:rsid w:val="00DF4F1E"/>
    <w:rsid w:val="00DF6308"/>
    <w:rsid w:val="00E0092A"/>
    <w:rsid w:val="00E01F62"/>
    <w:rsid w:val="00E038EA"/>
    <w:rsid w:val="00E048CD"/>
    <w:rsid w:val="00E07501"/>
    <w:rsid w:val="00E137E6"/>
    <w:rsid w:val="00E16821"/>
    <w:rsid w:val="00E31FC8"/>
    <w:rsid w:val="00E335A9"/>
    <w:rsid w:val="00E34770"/>
    <w:rsid w:val="00E52CAC"/>
    <w:rsid w:val="00E55B7F"/>
    <w:rsid w:val="00E56A54"/>
    <w:rsid w:val="00E60DC7"/>
    <w:rsid w:val="00E662E9"/>
    <w:rsid w:val="00E726B6"/>
    <w:rsid w:val="00E90AA6"/>
    <w:rsid w:val="00E97B2F"/>
    <w:rsid w:val="00EA5D18"/>
    <w:rsid w:val="00EC3FF4"/>
    <w:rsid w:val="00ED6E80"/>
    <w:rsid w:val="00EE1F5F"/>
    <w:rsid w:val="00EE5F6B"/>
    <w:rsid w:val="00EE7102"/>
    <w:rsid w:val="00EF71A9"/>
    <w:rsid w:val="00F05E29"/>
    <w:rsid w:val="00F159BB"/>
    <w:rsid w:val="00F1723F"/>
    <w:rsid w:val="00F201DD"/>
    <w:rsid w:val="00F22398"/>
    <w:rsid w:val="00F30999"/>
    <w:rsid w:val="00F3183F"/>
    <w:rsid w:val="00F34C94"/>
    <w:rsid w:val="00F37358"/>
    <w:rsid w:val="00F42815"/>
    <w:rsid w:val="00F561DA"/>
    <w:rsid w:val="00F621D5"/>
    <w:rsid w:val="00F6228B"/>
    <w:rsid w:val="00F628C3"/>
    <w:rsid w:val="00F6345C"/>
    <w:rsid w:val="00F63D61"/>
    <w:rsid w:val="00F660FB"/>
    <w:rsid w:val="00F81693"/>
    <w:rsid w:val="00F9273D"/>
    <w:rsid w:val="00FA47C8"/>
    <w:rsid w:val="00FA70A1"/>
    <w:rsid w:val="00FB002D"/>
    <w:rsid w:val="00FB0D38"/>
    <w:rsid w:val="00FB7E92"/>
    <w:rsid w:val="00FD082C"/>
    <w:rsid w:val="00FE2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paragraph" w:styleId="NurText">
    <w:name w:val="Plain Text"/>
    <w:basedOn w:val="Standard"/>
    <w:link w:val="NurTextZchn"/>
    <w:uiPriority w:val="99"/>
    <w:semiHidden/>
    <w:unhideWhenUsed/>
    <w:rsid w:val="005254B1"/>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5254B1"/>
    <w:rPr>
      <w:rFonts w:ascii="Calibri" w:eastAsiaTheme="minorHAnsi" w:hAnsi="Calibri" w:cstheme="minorBidi"/>
      <w:sz w:val="22"/>
      <w:szCs w:val="21"/>
      <w:lang w:eastAsia="en-US"/>
    </w:rPr>
  </w:style>
  <w:style w:type="paragraph" w:customStyle="1" w:styleId="bodytext">
    <w:name w:val="bodytext"/>
    <w:basedOn w:val="Standard"/>
    <w:uiPriority w:val="99"/>
    <w:rsid w:val="007474DF"/>
    <w:pPr>
      <w:spacing w:line="384" w:lineRule="auto"/>
    </w:pPr>
    <w:rPr>
      <w:rFonts w:ascii="Arial" w:hAnsi="Arial" w:cs="Arial"/>
      <w:color w:val="58595A"/>
      <w:sz w:val="17"/>
      <w:szCs w:val="17"/>
    </w:rPr>
  </w:style>
  <w:style w:type="character" w:customStyle="1" w:styleId="UnresolvedMention">
    <w:name w:val="Unresolved Mention"/>
    <w:basedOn w:val="Absatz-Standardschriftart"/>
    <w:uiPriority w:val="99"/>
    <w:semiHidden/>
    <w:unhideWhenUsed/>
    <w:rsid w:val="002A713B"/>
    <w:rPr>
      <w:color w:val="808080"/>
      <w:shd w:val="clear" w:color="auto" w:fill="E6E6E6"/>
    </w:rPr>
  </w:style>
  <w:style w:type="paragraph" w:styleId="Textkrper2">
    <w:name w:val="Body Text 2"/>
    <w:basedOn w:val="Standard"/>
    <w:link w:val="Textkrper2Zchn"/>
    <w:uiPriority w:val="99"/>
    <w:semiHidden/>
    <w:unhideWhenUsed/>
    <w:rsid w:val="000527BC"/>
    <w:pPr>
      <w:spacing w:after="120" w:line="480" w:lineRule="auto"/>
    </w:pPr>
  </w:style>
  <w:style w:type="character" w:customStyle="1" w:styleId="Textkrper2Zchn">
    <w:name w:val="Textkörper 2 Zchn"/>
    <w:basedOn w:val="Absatz-Standardschriftart"/>
    <w:link w:val="Textkrper2"/>
    <w:uiPriority w:val="99"/>
    <w:semiHidden/>
    <w:rsid w:val="000527BC"/>
    <w:rPr>
      <w:sz w:val="24"/>
      <w:szCs w:val="24"/>
    </w:rPr>
  </w:style>
  <w:style w:type="character" w:customStyle="1" w:styleId="fliesstext1">
    <w:name w:val="fliesstext1"/>
    <w:basedOn w:val="Absatz-Standardschriftart"/>
    <w:rsid w:val="000527BC"/>
    <w:rPr>
      <w:rFonts w:ascii="Verdana" w:hAnsi="Verdana"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semiHidden/>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paragraph" w:styleId="NurText">
    <w:name w:val="Plain Text"/>
    <w:basedOn w:val="Standard"/>
    <w:link w:val="NurTextZchn"/>
    <w:uiPriority w:val="99"/>
    <w:semiHidden/>
    <w:unhideWhenUsed/>
    <w:rsid w:val="005254B1"/>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5254B1"/>
    <w:rPr>
      <w:rFonts w:ascii="Calibri" w:eastAsiaTheme="minorHAnsi" w:hAnsi="Calibri" w:cstheme="minorBidi"/>
      <w:sz w:val="22"/>
      <w:szCs w:val="21"/>
      <w:lang w:eastAsia="en-US"/>
    </w:rPr>
  </w:style>
  <w:style w:type="paragraph" w:customStyle="1" w:styleId="bodytext">
    <w:name w:val="bodytext"/>
    <w:basedOn w:val="Standard"/>
    <w:uiPriority w:val="99"/>
    <w:rsid w:val="007474DF"/>
    <w:pPr>
      <w:spacing w:line="384" w:lineRule="auto"/>
    </w:pPr>
    <w:rPr>
      <w:rFonts w:ascii="Arial" w:hAnsi="Arial" w:cs="Arial"/>
      <w:color w:val="58595A"/>
      <w:sz w:val="17"/>
      <w:szCs w:val="17"/>
    </w:rPr>
  </w:style>
  <w:style w:type="character" w:customStyle="1" w:styleId="UnresolvedMention">
    <w:name w:val="Unresolved Mention"/>
    <w:basedOn w:val="Absatz-Standardschriftart"/>
    <w:uiPriority w:val="99"/>
    <w:semiHidden/>
    <w:unhideWhenUsed/>
    <w:rsid w:val="002A713B"/>
    <w:rPr>
      <w:color w:val="808080"/>
      <w:shd w:val="clear" w:color="auto" w:fill="E6E6E6"/>
    </w:rPr>
  </w:style>
  <w:style w:type="paragraph" w:styleId="Textkrper2">
    <w:name w:val="Body Text 2"/>
    <w:basedOn w:val="Standard"/>
    <w:link w:val="Textkrper2Zchn"/>
    <w:uiPriority w:val="99"/>
    <w:semiHidden/>
    <w:unhideWhenUsed/>
    <w:rsid w:val="000527BC"/>
    <w:pPr>
      <w:spacing w:after="120" w:line="480" w:lineRule="auto"/>
    </w:pPr>
  </w:style>
  <w:style w:type="character" w:customStyle="1" w:styleId="Textkrper2Zchn">
    <w:name w:val="Textkörper 2 Zchn"/>
    <w:basedOn w:val="Absatz-Standardschriftart"/>
    <w:link w:val="Textkrper2"/>
    <w:uiPriority w:val="99"/>
    <w:semiHidden/>
    <w:rsid w:val="000527BC"/>
    <w:rPr>
      <w:sz w:val="24"/>
      <w:szCs w:val="24"/>
    </w:rPr>
  </w:style>
  <w:style w:type="character" w:customStyle="1" w:styleId="fliesstext1">
    <w:name w:val="fliesstext1"/>
    <w:basedOn w:val="Absatz-Standardschriftart"/>
    <w:rsid w:val="000527BC"/>
    <w:rPr>
      <w:rFonts w:ascii="Verdana" w:hAnsi="Verdana"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658534086">
      <w:bodyDiv w:val="1"/>
      <w:marLeft w:val="0"/>
      <w:marRight w:val="0"/>
      <w:marTop w:val="0"/>
      <w:marBottom w:val="0"/>
      <w:divBdr>
        <w:top w:val="none" w:sz="0" w:space="0" w:color="auto"/>
        <w:left w:val="none" w:sz="0" w:space="0" w:color="auto"/>
        <w:bottom w:val="none" w:sz="0" w:space="0" w:color="auto"/>
        <w:right w:val="none" w:sz="0" w:space="0" w:color="auto"/>
      </w:divBdr>
    </w:div>
    <w:div w:id="1703163848">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f@ewb.aov.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6A7A0-503D-4179-92B3-7AEDB265F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8E115B29.dotm</Template>
  <TotalTime>0</TotalTime>
  <Pages>2</Pages>
  <Words>325</Words>
  <Characters>2274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2594</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niermann</cp:lastModifiedBy>
  <cp:revision>3</cp:revision>
  <cp:lastPrinted>2019-12-19T08:23:00Z</cp:lastPrinted>
  <dcterms:created xsi:type="dcterms:W3CDTF">2019-12-19T08:23:00Z</dcterms:created>
  <dcterms:modified xsi:type="dcterms:W3CDTF">2019-12-19T08:24:00Z</dcterms:modified>
</cp:coreProperties>
</file>